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317383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DB70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173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67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АУСТРАЛИЈА  И ОКЕАНИЈА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3173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17383"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Аустралија: </w:t>
            </w:r>
            <w:r w:rsidR="00317383" w:rsidRPr="0031738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Земља-континент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17383"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Упознавање  са  географским  одликама Аустралије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Default="00A45210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317383"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новог градива, упознавање основних података о Аустралиј</w:t>
            </w:r>
            <w:r w:rsid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као држави</w:t>
            </w:r>
            <w:r w:rsidR="00317383"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-континенту.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317383" w:rsidRPr="00317383" w:rsidRDefault="00317383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одлике  географског  положаја Аустралије</w:t>
            </w:r>
          </w:p>
          <w:p w:rsidR="00317383" w:rsidRPr="00317383" w:rsidRDefault="00317383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-схвати  зашто је  она  земља-континент</w:t>
            </w:r>
          </w:p>
          <w:p w:rsidR="00317383" w:rsidRPr="00317383" w:rsidRDefault="00317383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одлике  рељефа  и  упореди  их  с другим континентима</w:t>
            </w:r>
          </w:p>
          <w:p w:rsidR="00317383" w:rsidRPr="00317383" w:rsidRDefault="00317383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да  је  Аустралија  најсушнији континент  и  објашњава  разлоге  за  то</w:t>
            </w:r>
          </w:p>
          <w:p w:rsidR="00317383" w:rsidRPr="00317383" w:rsidRDefault="00317383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посебност  живог  света</w:t>
            </w:r>
          </w:p>
          <w:p w:rsidR="00317383" w:rsidRPr="00317383" w:rsidRDefault="00317383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процес  открића  и  насељавања  континента</w:t>
            </w:r>
          </w:p>
          <w:p w:rsidR="00D0461E" w:rsidRPr="005F7634" w:rsidRDefault="00317383" w:rsidP="003173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-сагледа  основне  одлике  привредеи  и издвоји специфичности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317383" w:rsidRPr="00317383" w:rsidRDefault="00317383" w:rsidP="00317383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 oкеана, мора, острва, залива, полуострва, планина,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исоравни, басена, река, језера,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пустиња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држава  и  градова 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aустралијског континента.</w:t>
            </w:r>
          </w:p>
          <w:p w:rsidR="00317383" w:rsidRDefault="00317383" w:rsidP="00317383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ГЕ1.4.2. Препознаје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географске 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одлике aустралијског континента</w:t>
            </w:r>
            <w:r w:rsidRPr="0031738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317383" w:rsidRPr="00317383" w:rsidRDefault="00317383" w:rsidP="00317383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карти – океана, мора, острва, залива, полуострва, планина,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исоравни, басена, река, језера,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пустиња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 градова 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a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устралијског континента.</w:t>
            </w:r>
          </w:p>
          <w:p w:rsidR="00317383" w:rsidRPr="00317383" w:rsidRDefault="00317383" w:rsidP="00317383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графиком, сликом, табелом или схемом.</w:t>
            </w:r>
          </w:p>
          <w:p w:rsidR="00317383" w:rsidRPr="00317383" w:rsidRDefault="00317383" w:rsidP="00317383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ГЕ2.4.2. Описује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географске 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одлике 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a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устралијског континента.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317383" w:rsidRPr="00317383" w:rsidRDefault="00317383" w:rsidP="00317383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 Анализира карту и доноси закључке о просторним и каузалним везама географских чињеница 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a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устралијског континента – изолован положај у односу на друге континент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e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положај између два океана, положај на 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j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ужном повратнику, једноставан рељеф, ретка хидрографска мрежа.</w:t>
            </w:r>
          </w:p>
          <w:p w:rsidR="00317383" w:rsidRDefault="00317383" w:rsidP="00317383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a</w:t>
            </w: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устралијског континента – удаљеност и изолованост, једноставност рељефа, сушност климе, недостатак површинске хидрографије, оригиналност живог света. Разуме утицај дуготрајне геолошке изолованости на формирање оригиналног живог света.</w:t>
            </w:r>
          </w:p>
          <w:p w:rsidR="00317383" w:rsidRDefault="00317383" w:rsidP="00317383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1738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ГЕ3.3.1. Објашњава утицај природних (рељеф, сува клима, недостатак површинске хидрографије) и друштвених (усељеничка земља) oсобина на одлике и распоред становништва и насеља Аустралијског савеза.</w:t>
            </w:r>
          </w:p>
          <w:p w:rsidR="00421F45" w:rsidRPr="00421F45" w:rsidRDefault="00421F45" w:rsidP="00421F4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21F4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ГЕ3.3.2. Објашњава утицај природних и друштвених фактора на разој и размештај привреде Аустралијског  савеза.</w:t>
            </w:r>
          </w:p>
          <w:p w:rsidR="00317383" w:rsidRPr="00317383" w:rsidRDefault="00421F45" w:rsidP="00317383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21F4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ГЕ3.4.1. Издваја географске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регије и разуме њихове одлике</w:t>
            </w:r>
          </w:p>
          <w:p w:rsidR="00664F16" w:rsidRPr="005F7634" w:rsidRDefault="00664F16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421F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</w:t>
            </w:r>
            <w:r w:rsid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света,  глобус,  зидна  карта Аустралије  и  Океаније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278D1" w:rsidRDefault="00421F45" w:rsidP="00E3469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1F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ученицима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поновљамо 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претходно знање о р</w:t>
            </w:r>
            <w:r w:rsidR="009278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аспореду копна и мора на</w:t>
            </w:r>
          </w:p>
          <w:p w:rsidR="0096516D" w:rsidRPr="00545C96" w:rsidRDefault="00421F45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Земљи.Ученици наводе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континенте и океане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545C96" w:rsidRDefault="00421F45" w:rsidP="00D661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разговору са ученицима тражимо  да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коришћењем карте света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глобуса закључе 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какав је географс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 положај Аустралије.П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одстиче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ученике да уоче однос Аустр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алије према другим континентима и упореде  величине.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Упућујемо ученике  да 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 самостално проналазе највећа полуострва,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заливе и острва. Посебно истачемо  Велики корални гребен.Укратко објашњавамо 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ток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крића и истраживања Аустралије.У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 помоћ карте у атласу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 треба  да уоче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најваж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није рељефне целине Аустралије.П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одстичемо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ученике да закључе шта за климу Аустралије значи чињеница да јужни повратник про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лази средином континента. Истичемо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разлике у кл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 појединих делова Аустралије.Наглашавамо  слабо развијену хидрографију.Кроз разговор са ученицима истичемо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специфичност живог света Аустралије.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нсис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тирамо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ученици схвате 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је Аустралија континент-држава.Показујемо 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ику заставе Аустралије и наводим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ученике да  закључе са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којом је земљом Европе повезана.Истачемо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поделу Аустралијског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савеза на државе и територије.Објашњавамо 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„Абориџини“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истичемо досељавање Евро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пљана, као и чињеницу да је Ауст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ралија и данас усељеничка Земља.Повезујемо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одлике рељефа и распоред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климе са густином насељености.Истичемо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највеће градове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.У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ченици треба да схвате да је Аустралија пољопривредна земља, упркос чињ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еници да је изразито пустињска.Доводимо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везу геолошку грађу и старост аустралијског копна</w:t>
            </w:r>
            <w:r w:rsidR="00D66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 огромним рудним богатством.</w:t>
            </w:r>
            <w:r w:rsidRPr="00421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D6616C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Истичемо чињенице битне за лекцију  и  дајемо  задатак  да код куће  на  немој карти  Аустралије  у  Вежбанци (стр.  30) прво  ураде  тражени  задатак и  да  упишу  и   одговарајућим бојама  означе  облике  рељефа  приказане  на  карти  у  уџбенику (стр.176)  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D6616C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</w:t>
            </w:r>
            <w:r w:rsidR="00D661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АУСТРАЛИЈА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</w:p>
          <w:p w:rsidR="00714AB4" w:rsidRPr="00714AB4" w:rsidRDefault="00714AB4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</w:t>
            </w:r>
            <w:r w:rsidRPr="00714AB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ЗЕМЉА--КОНТИНЕНТ</w:t>
            </w:r>
          </w:p>
          <w:p w:rsidR="00D6616C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Аустралија – најмањи континент на свету</w:t>
            </w:r>
          </w:p>
          <w:p w:rsidR="00D6616C" w:rsidRPr="00714AB4" w:rsidRDefault="00714AB4" w:rsidP="00D661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-слабо разуђене обале---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полуострва: Јорк, Арнхемова земља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----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заливи--- 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Карпентаријски, Велики аустралијски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---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острво: Тасманија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</w:p>
          <w:p w:rsidR="00D6616C" w:rsidRPr="00714AB4" w:rsidRDefault="00714AB4" w:rsidP="00D661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Велики корални гребен</w:t>
            </w:r>
          </w:p>
          <w:p w:rsidR="00D6616C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-Џемс Кук 1769</w:t>
            </w:r>
          </w:p>
          <w:p w:rsidR="00D6616C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-рељеф: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најравнији и најнижи континент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(215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m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6616C" w:rsidRPr="00714AB4" w:rsidRDefault="00D6616C" w:rsidP="00D6616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западноаустралијска висораван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  <w:p w:rsidR="00D6616C" w:rsidRPr="00714AB4" w:rsidRDefault="00D6616C" w:rsidP="00D6616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Централна равница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</w:p>
          <w:p w:rsidR="00D6616C" w:rsidRPr="00714AB4" w:rsidRDefault="00D6616C" w:rsidP="00D6616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Источноаустралијске планине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</w:p>
          <w:p w:rsidR="00D6616C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килма: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најсушнији континент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6616C" w:rsidRPr="00714AB4" w:rsidRDefault="00714AB4" w:rsidP="00714AB4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пустињска, тропска, средоземна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клима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</w:p>
          <w:p w:rsidR="00D6616C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слабо развијена речна мрежа: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Мари  са Дарлингом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крикови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;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Ерово језеро</w:t>
            </w:r>
          </w:p>
          <w:p w:rsidR="00D6616C" w:rsidRPr="00714AB4" w:rsidRDefault="00D6616C" w:rsidP="00D6616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артеске воде</w:t>
            </w:r>
          </w:p>
          <w:p w:rsidR="00D6616C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D6616C" w:rsidRPr="00714A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единствени живи свет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—кенгур, коала, ему,  еукалиптусово  дрво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Аустралијски савез: шест држава и две територије;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-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Канбера – главни град;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Комонвелт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становништво:   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000 000;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староседеоци – Абориџини ( 2%);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досељеници из Европе (Британци, Италијани, Грци, Немци...), 95 %;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неравномерна густина насељености;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градови: Сиднеј, Мелбурн, Бризбејн, Перт...;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високоразвијена земља: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п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ољопривреда – пшеница, шећерна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трска, памук, воће, винова лоза;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– сточарств</w:t>
            </w:r>
            <w:r w:rsidR="009278D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 – овце – друго место у свету </w:t>
            </w:r>
            <w:r w:rsidR="009278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9278D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говеда</w:t>
            </w:r>
            <w:bookmarkStart w:id="0" w:name="_GoBack"/>
            <w:bookmarkEnd w:id="0"/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                               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рударство: гвожђе, об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ојени метали, дијаманти, злато,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угаљ, нафта, гас;</w:t>
            </w:r>
          </w:p>
          <w:p w:rsidR="00714AB4" w:rsidRPr="00714AB4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снажна индустрија;</w:t>
            </w:r>
          </w:p>
          <w:p w:rsidR="00606767" w:rsidRPr="00E3469D" w:rsidRDefault="00714AB4" w:rsidP="00714AB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AB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бродски и авионски саобраћај.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317383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2C8"/>
    <w:multiLevelType w:val="hybridMultilevel"/>
    <w:tmpl w:val="C32E3BD2"/>
    <w:lvl w:ilvl="0" w:tplc="8AC899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B05B01"/>
    <w:multiLevelType w:val="hybridMultilevel"/>
    <w:tmpl w:val="6D5267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21F"/>
    <w:rsid w:val="001C6C13"/>
    <w:rsid w:val="002365E8"/>
    <w:rsid w:val="00317383"/>
    <w:rsid w:val="003321C2"/>
    <w:rsid w:val="00391413"/>
    <w:rsid w:val="003F1D6D"/>
    <w:rsid w:val="00417219"/>
    <w:rsid w:val="00421F45"/>
    <w:rsid w:val="00466279"/>
    <w:rsid w:val="004C7CD5"/>
    <w:rsid w:val="00545C96"/>
    <w:rsid w:val="005C7FEB"/>
    <w:rsid w:val="005F7634"/>
    <w:rsid w:val="005F784B"/>
    <w:rsid w:val="00605D58"/>
    <w:rsid w:val="00606767"/>
    <w:rsid w:val="00664F16"/>
    <w:rsid w:val="00670648"/>
    <w:rsid w:val="006F2937"/>
    <w:rsid w:val="00714AB4"/>
    <w:rsid w:val="007E6623"/>
    <w:rsid w:val="00854D2A"/>
    <w:rsid w:val="008F0F0B"/>
    <w:rsid w:val="009278D1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6616C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5C442-6EA2-4A69-9843-43C8A0B8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3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2020-07-06T14:39:00Z</dcterms:created>
  <dcterms:modified xsi:type="dcterms:W3CDTF">2020-07-07T17:39:00Z</dcterms:modified>
</cp:coreProperties>
</file>